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B9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3CCD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69E9">
        <w:rPr>
          <w:rFonts w:ascii="Times New Roman" w:hAnsi="Times New Roman" w:cs="Times New Roman"/>
          <w:sz w:val="24"/>
          <w:szCs w:val="24"/>
        </w:rPr>
        <w:t>Diary of George Washington</w:t>
      </w:r>
    </w:p>
    <w:p w:rsidR="00AC2CB9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69E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9F5F0F1" wp14:editId="6B2952B2">
            <wp:extent cx="4845133" cy="4990177"/>
            <wp:effectExtent l="0" t="0" r="0" b="1270"/>
            <wp:docPr id="2" name="Picture 2" descr="http://score.rims.k12.ca.us/activity/presidentsday/images/washing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core.rims.k12.ca.us/activity/presidentsday/images/washing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119" cy="4990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CB9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69E9">
        <w:rPr>
          <w:rFonts w:ascii="Times New Roman" w:hAnsi="Times New Roman" w:cs="Times New Roman"/>
          <w:sz w:val="24"/>
          <w:szCs w:val="24"/>
        </w:rPr>
        <w:t>Name: Walter Sienkiewicz</w:t>
      </w:r>
    </w:p>
    <w:p w:rsidR="00AC2CB9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2CB9" w:rsidRPr="005D69E9" w:rsidRDefault="00AC2CB9" w:rsidP="00AC2CB9">
      <w:pPr>
        <w:rPr>
          <w:rFonts w:ascii="Times New Roman" w:hAnsi="Times New Roman" w:cs="Times New Roman"/>
          <w:sz w:val="24"/>
          <w:szCs w:val="24"/>
        </w:rPr>
      </w:pPr>
    </w:p>
    <w:p w:rsidR="005D69E9" w:rsidRDefault="005D69E9" w:rsidP="001A608E">
      <w:pPr>
        <w:rPr>
          <w:rFonts w:ascii="Times New Roman" w:hAnsi="Times New Roman" w:cs="Times New Roman"/>
          <w:sz w:val="24"/>
          <w:szCs w:val="24"/>
        </w:rPr>
      </w:pPr>
    </w:p>
    <w:p w:rsidR="005D69E9" w:rsidRDefault="005D69E9" w:rsidP="001A608E">
      <w:pPr>
        <w:rPr>
          <w:rFonts w:ascii="Times New Roman" w:hAnsi="Times New Roman" w:cs="Times New Roman"/>
          <w:sz w:val="24"/>
          <w:szCs w:val="24"/>
        </w:rPr>
      </w:pPr>
    </w:p>
    <w:p w:rsidR="005D69E9" w:rsidRDefault="005D69E9" w:rsidP="001A608E">
      <w:pPr>
        <w:rPr>
          <w:rFonts w:ascii="Times New Roman" w:hAnsi="Times New Roman" w:cs="Times New Roman"/>
          <w:sz w:val="24"/>
          <w:szCs w:val="24"/>
        </w:rPr>
      </w:pPr>
    </w:p>
    <w:p w:rsidR="005D69E9" w:rsidRDefault="005D69E9" w:rsidP="001A608E">
      <w:pPr>
        <w:rPr>
          <w:rFonts w:ascii="Times New Roman" w:hAnsi="Times New Roman" w:cs="Times New Roman"/>
          <w:sz w:val="24"/>
          <w:szCs w:val="24"/>
        </w:rPr>
      </w:pPr>
    </w:p>
    <w:p w:rsidR="00AC2CB9" w:rsidRPr="005D69E9" w:rsidRDefault="001A608E" w:rsidP="001A608E">
      <w:pPr>
        <w:rPr>
          <w:rFonts w:ascii="Times New Roman" w:hAnsi="Times New Roman" w:cs="Times New Roman"/>
          <w:sz w:val="24"/>
          <w:szCs w:val="24"/>
        </w:rPr>
      </w:pPr>
      <w:r w:rsidRPr="005D69E9">
        <w:rPr>
          <w:rFonts w:ascii="Times New Roman" w:hAnsi="Times New Roman" w:cs="Times New Roman"/>
          <w:sz w:val="24"/>
          <w:szCs w:val="24"/>
        </w:rPr>
        <w:t>Dear Diary,</w:t>
      </w:r>
    </w:p>
    <w:p w:rsidR="005D69E9" w:rsidRPr="005D69E9" w:rsidRDefault="001A608E" w:rsidP="00E367F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"/>
        </w:rPr>
      </w:pPr>
      <w:r w:rsidRPr="005D69E9">
        <w:rPr>
          <w:rFonts w:ascii="Times New Roman" w:hAnsi="Times New Roman" w:cs="Times New Roman"/>
          <w:sz w:val="24"/>
          <w:szCs w:val="24"/>
        </w:rPr>
        <w:t>As winter sets in,</w:t>
      </w:r>
      <w:r w:rsidR="005D69E9" w:rsidRPr="005D69E9">
        <w:rPr>
          <w:rFonts w:ascii="Times New Roman" w:hAnsi="Times New Roman" w:cs="Times New Roman"/>
          <w:sz w:val="24"/>
          <w:szCs w:val="24"/>
        </w:rPr>
        <w:t xml:space="preserve"> the men and I</w:t>
      </w:r>
      <w:r w:rsidRPr="005D69E9">
        <w:rPr>
          <w:rFonts w:ascii="Times New Roman" w:hAnsi="Times New Roman" w:cs="Times New Roman"/>
          <w:sz w:val="24"/>
          <w:szCs w:val="24"/>
        </w:rPr>
        <w:t xml:space="preserve"> are finally positioned in a more secure location called Valley Forge. It is about 25 miles northwest of </w:t>
      </w:r>
      <w:r w:rsidR="005D69E9" w:rsidRPr="005D69E9">
        <w:rPr>
          <w:rFonts w:ascii="Times New Roman" w:hAnsi="Times New Roman" w:cs="Times New Roman"/>
          <w:sz w:val="24"/>
          <w:szCs w:val="24"/>
        </w:rPr>
        <w:t>Philadelphia</w:t>
      </w:r>
      <w:bookmarkStart w:id="0" w:name="_GoBack"/>
      <w:bookmarkEnd w:id="0"/>
      <w:r w:rsidR="005D69E9" w:rsidRPr="005D69E9">
        <w:rPr>
          <w:rFonts w:ascii="Times New Roman" w:hAnsi="Times New Roman" w:cs="Times New Roman"/>
          <w:sz w:val="24"/>
          <w:szCs w:val="24"/>
        </w:rPr>
        <w:t xml:space="preserve">. </w:t>
      </w:r>
      <w:r w:rsidR="005D69E9" w:rsidRPr="005D69E9">
        <w:rPr>
          <w:rFonts w:ascii="Times New Roman" w:hAnsi="Times New Roman" w:cs="Times New Roman"/>
          <w:sz w:val="24"/>
          <w:szCs w:val="24"/>
          <w:lang w:val="en"/>
        </w:rPr>
        <w:t>The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 xml:space="preserve"> area is quite close </w:t>
      </w:r>
      <w:r w:rsidR="005D69E9" w:rsidRPr="005D69E9">
        <w:rPr>
          <w:rFonts w:ascii="Times New Roman" w:hAnsi="Times New Roman" w:cs="Times New Roman"/>
          <w:sz w:val="24"/>
          <w:szCs w:val="24"/>
          <w:lang w:val="en"/>
        </w:rPr>
        <w:t>to the British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 xml:space="preserve">. I chose to move the men here as to other proposed location because of the advantages we now have. Here </w:t>
      </w:r>
      <w:r w:rsidR="00E367F1">
        <w:rPr>
          <w:rFonts w:ascii="Times New Roman" w:hAnsi="Times New Roman" w:cs="Times New Roman"/>
          <w:sz w:val="24"/>
          <w:szCs w:val="24"/>
          <w:lang w:val="en"/>
        </w:rPr>
        <w:t xml:space="preserve">in Valley Forge, 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>we can keep</w:t>
      </w:r>
      <w:r w:rsidR="005D69E9" w:rsidRPr="005D69E9">
        <w:rPr>
          <w:rFonts w:ascii="Times New Roman" w:hAnsi="Times New Roman" w:cs="Times New Roman"/>
          <w:sz w:val="24"/>
          <w:szCs w:val="24"/>
          <w:lang w:val="en"/>
        </w:rPr>
        <w:t xml:space="preserve"> raiding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 xml:space="preserve"> British and their supply lines in the </w:t>
      </w:r>
      <w:r w:rsidR="00E367F1">
        <w:rPr>
          <w:rFonts w:ascii="Times New Roman" w:hAnsi="Times New Roman" w:cs="Times New Roman"/>
          <w:sz w:val="24"/>
          <w:szCs w:val="24"/>
          <w:lang w:val="en"/>
        </w:rPr>
        <w:t>interior of Pennsylvania. W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>e are</w:t>
      </w:r>
      <w:r w:rsidR="00E367F1">
        <w:rPr>
          <w:rFonts w:ascii="Times New Roman" w:hAnsi="Times New Roman" w:cs="Times New Roman"/>
          <w:sz w:val="24"/>
          <w:szCs w:val="24"/>
          <w:lang w:val="en"/>
        </w:rPr>
        <w:t xml:space="preserve"> also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 xml:space="preserve"> far enough away to stop</w:t>
      </w:r>
      <w:r w:rsidR="005D69E9" w:rsidRPr="005D69E9">
        <w:rPr>
          <w:rFonts w:ascii="Times New Roman" w:hAnsi="Times New Roman" w:cs="Times New Roman"/>
          <w:sz w:val="24"/>
          <w:szCs w:val="24"/>
          <w:lang w:val="en"/>
        </w:rPr>
        <w:t xml:space="preserve"> the threat of British surprise attacks. The high ground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 xml:space="preserve"> of Mount Joy and</w:t>
      </w:r>
      <w:r w:rsidR="005D69E9" w:rsidRPr="005D69E9">
        <w:rPr>
          <w:rFonts w:ascii="Times New Roman" w:hAnsi="Times New Roman" w:cs="Times New Roman"/>
          <w:sz w:val="24"/>
          <w:szCs w:val="24"/>
          <w:lang w:val="en"/>
        </w:rPr>
        <w:t xml:space="preserve"> Mount Misery combined with the Schuylkill River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 xml:space="preserve"> to the north makes</w:t>
      </w:r>
      <w:r w:rsidR="005D69E9" w:rsidRPr="005D69E9">
        <w:rPr>
          <w:rFonts w:ascii="Times New Roman" w:hAnsi="Times New Roman" w:cs="Times New Roman"/>
          <w:sz w:val="24"/>
          <w:szCs w:val="24"/>
          <w:lang w:val="en"/>
        </w:rPr>
        <w:t xml:space="preserve"> the area easily defensible.</w:t>
      </w:r>
      <w:r w:rsidR="005D69E9">
        <w:rPr>
          <w:rFonts w:ascii="Times New Roman" w:hAnsi="Times New Roman" w:cs="Times New Roman"/>
          <w:sz w:val="24"/>
          <w:szCs w:val="24"/>
          <w:lang w:val="en"/>
        </w:rPr>
        <w:t xml:space="preserve"> I believe I made the right chose to move here instead of staying in the white marsh area.</w:t>
      </w:r>
      <w:r w:rsidR="00E367F1">
        <w:rPr>
          <w:rFonts w:ascii="Times New Roman" w:hAnsi="Times New Roman" w:cs="Times New Roman"/>
          <w:sz w:val="24"/>
          <w:szCs w:val="24"/>
          <w:lang w:val="en"/>
        </w:rPr>
        <w:t xml:space="preserve"> There we wouldn’t be able to last very long because of the </w:t>
      </w:r>
    </w:p>
    <w:p w:rsidR="001A608E" w:rsidRPr="005D69E9" w:rsidRDefault="001A608E" w:rsidP="001A608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C2CB9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2CB9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2CB9" w:rsidRPr="005D69E9" w:rsidRDefault="00AC2CB9" w:rsidP="00AC2CB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C2CB9" w:rsidRPr="005D6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9"/>
    <w:rsid w:val="001A608E"/>
    <w:rsid w:val="00583CCD"/>
    <w:rsid w:val="005D69E9"/>
    <w:rsid w:val="00AC2CB9"/>
    <w:rsid w:val="00E3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C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D69E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6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C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D69E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6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5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24B9C914</Template>
  <TotalTime>34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Sienkiewicz</dc:creator>
  <cp:lastModifiedBy>Walter Sienkiewicz</cp:lastModifiedBy>
  <cp:revision>1</cp:revision>
  <dcterms:created xsi:type="dcterms:W3CDTF">2011-10-12T11:28:00Z</dcterms:created>
  <dcterms:modified xsi:type="dcterms:W3CDTF">2011-10-12T12:05:00Z</dcterms:modified>
</cp:coreProperties>
</file>